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3D9" w:rsidRPr="00CF10F4" w:rsidRDefault="002A03D9">
      <w:pPr>
        <w:rPr>
          <w:rFonts w:cs="Calibri"/>
        </w:rPr>
      </w:pPr>
    </w:p>
    <w:sectPr w:rsidR="002A03D9" w:rsidRPr="00CF10F4" w:rsidSect="007403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5654" w:rsidRDefault="009F5654" w:rsidP="007403F9">
      <w:pPr>
        <w:spacing w:after="0" w:line="240" w:lineRule="auto"/>
      </w:pPr>
      <w:r>
        <w:separator/>
      </w:r>
    </w:p>
  </w:endnote>
  <w:endnote w:type="continuationSeparator" w:id="0">
    <w:p w:rsidR="009F5654" w:rsidRDefault="009F5654" w:rsidP="00740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074D" w:rsidRDefault="0054074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074D" w:rsidRDefault="0054074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074D" w:rsidRDefault="005407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5654" w:rsidRDefault="009F5654" w:rsidP="007403F9">
      <w:pPr>
        <w:spacing w:after="0" w:line="240" w:lineRule="auto"/>
      </w:pPr>
      <w:r>
        <w:separator/>
      </w:r>
    </w:p>
  </w:footnote>
  <w:footnote w:type="continuationSeparator" w:id="0">
    <w:p w:rsidR="009F5654" w:rsidRDefault="009F5654" w:rsidP="007403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074D" w:rsidRDefault="0054074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3F9" w:rsidRDefault="0054074D" w:rsidP="007403F9">
    <w:pPr>
      <w:pStyle w:val="Header"/>
      <w:ind w:left="-1260"/>
    </w:pPr>
    <w:r>
      <w:tab/>
    </w:r>
    <w:bookmarkStart w:id="0" w:name="_GoBack"/>
    <w:bookmarkEnd w:id="0"/>
    <w:r>
      <w:rPr>
        <w:noProof/>
      </w:rPr>
      <w:drawing>
        <wp:inline distT="0" distB="0" distL="0" distR="0">
          <wp:extent cx="3680460" cy="74676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8046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074D" w:rsidRDefault="005407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74D"/>
    <w:rsid w:val="00247AFD"/>
    <w:rsid w:val="002A03D9"/>
    <w:rsid w:val="0032082C"/>
    <w:rsid w:val="003834F1"/>
    <w:rsid w:val="0054074D"/>
    <w:rsid w:val="00657BB1"/>
    <w:rsid w:val="0069281D"/>
    <w:rsid w:val="00711B3C"/>
    <w:rsid w:val="007403F9"/>
    <w:rsid w:val="00827964"/>
    <w:rsid w:val="009F5654"/>
    <w:rsid w:val="00A05582"/>
    <w:rsid w:val="00CF10F4"/>
    <w:rsid w:val="00FB0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D955C0-09B1-432A-B939-E64832436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558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03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03F9"/>
  </w:style>
  <w:style w:type="paragraph" w:styleId="Footer">
    <w:name w:val="footer"/>
    <w:basedOn w:val="Normal"/>
    <w:link w:val="FooterChar"/>
    <w:uiPriority w:val="99"/>
    <w:unhideWhenUsed/>
    <w:rsid w:val="007403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03F9"/>
  </w:style>
  <w:style w:type="paragraph" w:styleId="BalloonText">
    <w:name w:val="Balloon Text"/>
    <w:basedOn w:val="Normal"/>
    <w:link w:val="BalloonTextChar"/>
    <w:uiPriority w:val="99"/>
    <w:semiHidden/>
    <w:unhideWhenUsed/>
    <w:rsid w:val="00740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403F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A03D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Capstone%20Letterh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Capstone Letterhead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</dc:creator>
  <cp:keywords/>
  <cp:lastModifiedBy>Kristen</cp:lastModifiedBy>
  <cp:revision>1</cp:revision>
  <dcterms:created xsi:type="dcterms:W3CDTF">2015-10-27T14:24:00Z</dcterms:created>
  <dcterms:modified xsi:type="dcterms:W3CDTF">2015-10-27T14:24:00Z</dcterms:modified>
</cp:coreProperties>
</file>